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C" w:rsidRPr="002832CC" w:rsidRDefault="002832CC">
      <w:pPr>
        <w:rPr>
          <w:color w:val="FFFFFF" w:themeColor="background1"/>
        </w:rPr>
      </w:pPr>
      <w:r w:rsidRPr="002832CC">
        <w:rPr>
          <w:color w:val="FFFFFF" w:themeColor="background1"/>
          <w:highlight w:val="black"/>
        </w:rPr>
        <w:t>My ex</w:t>
      </w:r>
      <w:r>
        <w:rPr>
          <w:color w:val="FFFFFF" w:themeColor="background1"/>
          <w:highlight w:val="black"/>
        </w:rPr>
        <w:t>amples of successful teamwork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60"/>
        <w:gridCol w:w="2671"/>
        <w:gridCol w:w="2671"/>
        <w:gridCol w:w="2588"/>
      </w:tblGrid>
      <w:tr w:rsidR="002832CC" w:rsidTr="001F09B1">
        <w:trPr>
          <w:trHeight w:val="1002"/>
        </w:trPr>
        <w:tc>
          <w:tcPr>
            <w:tcW w:w="2560" w:type="dxa"/>
            <w:vAlign w:val="center"/>
          </w:tcPr>
          <w:p w:rsidR="002832CC" w:rsidRDefault="002832CC" w:rsidP="002832CC">
            <w:pPr>
              <w:jc w:val="center"/>
            </w:pPr>
            <w:r>
              <w:t>Example of when I was in a successful team</w:t>
            </w:r>
          </w:p>
        </w:tc>
        <w:tc>
          <w:tcPr>
            <w:tcW w:w="2671" w:type="dxa"/>
            <w:vAlign w:val="center"/>
          </w:tcPr>
          <w:p w:rsidR="002832CC" w:rsidRDefault="002832CC" w:rsidP="002832CC">
            <w:pPr>
              <w:jc w:val="center"/>
            </w:pPr>
            <w:r>
              <w:t>Basic description</w:t>
            </w:r>
          </w:p>
        </w:tc>
        <w:tc>
          <w:tcPr>
            <w:tcW w:w="2671" w:type="dxa"/>
            <w:vAlign w:val="center"/>
          </w:tcPr>
          <w:p w:rsidR="002832CC" w:rsidRDefault="002832CC" w:rsidP="002832CC">
            <w:pPr>
              <w:jc w:val="center"/>
            </w:pPr>
            <w:r>
              <w:t>We were successful because…</w:t>
            </w:r>
          </w:p>
        </w:tc>
        <w:tc>
          <w:tcPr>
            <w:tcW w:w="2588" w:type="dxa"/>
            <w:vAlign w:val="center"/>
          </w:tcPr>
          <w:p w:rsidR="002832CC" w:rsidRDefault="002832CC" w:rsidP="002832CC">
            <w:pPr>
              <w:jc w:val="center"/>
            </w:pPr>
            <w:r>
              <w:t>My contribution was…</w:t>
            </w:r>
          </w:p>
        </w:tc>
      </w:tr>
      <w:tr w:rsidR="002832CC" w:rsidTr="001F09B1">
        <w:trPr>
          <w:trHeight w:val="1227"/>
        </w:trPr>
        <w:tc>
          <w:tcPr>
            <w:tcW w:w="2560" w:type="dxa"/>
            <w:vAlign w:val="center"/>
          </w:tcPr>
          <w:p w:rsidR="002832CC" w:rsidRDefault="002832CC" w:rsidP="002832CC">
            <w:r>
              <w:t>Primary School</w:t>
            </w:r>
          </w:p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588" w:type="dxa"/>
            <w:vAlign w:val="center"/>
          </w:tcPr>
          <w:p w:rsidR="002832CC" w:rsidRDefault="002832CC" w:rsidP="002832CC"/>
        </w:tc>
      </w:tr>
      <w:tr w:rsidR="002832CC" w:rsidTr="001F09B1">
        <w:trPr>
          <w:trHeight w:val="1193"/>
        </w:trPr>
        <w:tc>
          <w:tcPr>
            <w:tcW w:w="2560" w:type="dxa"/>
            <w:vAlign w:val="center"/>
          </w:tcPr>
          <w:p w:rsidR="002832CC" w:rsidRDefault="002832CC" w:rsidP="002832CC">
            <w:r>
              <w:t>Secondary School</w:t>
            </w:r>
          </w:p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588" w:type="dxa"/>
            <w:vAlign w:val="center"/>
          </w:tcPr>
          <w:p w:rsidR="002832CC" w:rsidRDefault="002832CC" w:rsidP="002832CC"/>
        </w:tc>
      </w:tr>
      <w:tr w:rsidR="002832CC" w:rsidTr="001F09B1">
        <w:trPr>
          <w:trHeight w:val="1159"/>
        </w:trPr>
        <w:tc>
          <w:tcPr>
            <w:tcW w:w="2560" w:type="dxa"/>
            <w:vAlign w:val="center"/>
          </w:tcPr>
          <w:p w:rsidR="002832CC" w:rsidRDefault="002832CC" w:rsidP="002832CC">
            <w:r>
              <w:t>Outside school</w:t>
            </w:r>
          </w:p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588" w:type="dxa"/>
            <w:vAlign w:val="center"/>
          </w:tcPr>
          <w:p w:rsidR="002832CC" w:rsidRDefault="002832CC" w:rsidP="002832CC"/>
        </w:tc>
      </w:tr>
      <w:tr w:rsidR="002832CC" w:rsidTr="001F09B1">
        <w:trPr>
          <w:trHeight w:val="1139"/>
        </w:trPr>
        <w:tc>
          <w:tcPr>
            <w:tcW w:w="2560" w:type="dxa"/>
            <w:vAlign w:val="center"/>
          </w:tcPr>
          <w:p w:rsidR="002832CC" w:rsidRDefault="002832CC" w:rsidP="002832CC">
            <w:r>
              <w:t>At Home</w:t>
            </w:r>
          </w:p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671" w:type="dxa"/>
            <w:vAlign w:val="center"/>
          </w:tcPr>
          <w:p w:rsidR="002832CC" w:rsidRDefault="002832CC" w:rsidP="002832CC"/>
        </w:tc>
        <w:tc>
          <w:tcPr>
            <w:tcW w:w="2588" w:type="dxa"/>
            <w:vAlign w:val="center"/>
          </w:tcPr>
          <w:p w:rsidR="002832CC" w:rsidRDefault="002832CC" w:rsidP="002832CC"/>
        </w:tc>
      </w:tr>
    </w:tbl>
    <w:p w:rsidR="009C1174" w:rsidRDefault="009C1174"/>
    <w:p w:rsidR="002832CC" w:rsidRDefault="002832CC" w:rsidP="002832CC">
      <w:pPr>
        <w:shd w:val="clear" w:color="auto" w:fill="000000" w:themeFill="text1"/>
      </w:pPr>
      <w:r>
        <w:t>My examples of less successful teamwork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42"/>
        <w:gridCol w:w="2652"/>
        <w:gridCol w:w="2652"/>
        <w:gridCol w:w="2652"/>
      </w:tblGrid>
      <w:tr w:rsidR="002832CC" w:rsidTr="001F09B1">
        <w:trPr>
          <w:trHeight w:val="1001"/>
        </w:trPr>
        <w:tc>
          <w:tcPr>
            <w:tcW w:w="2542" w:type="dxa"/>
            <w:vAlign w:val="center"/>
          </w:tcPr>
          <w:p w:rsidR="002832CC" w:rsidRDefault="002832CC" w:rsidP="002832CC">
            <w:pPr>
              <w:jc w:val="center"/>
            </w:pPr>
            <w:r>
              <w:t>Example of when I was in a less successful team</w:t>
            </w:r>
          </w:p>
        </w:tc>
        <w:tc>
          <w:tcPr>
            <w:tcW w:w="2652" w:type="dxa"/>
            <w:vAlign w:val="center"/>
          </w:tcPr>
          <w:p w:rsidR="002832CC" w:rsidRDefault="002832CC" w:rsidP="002832CC">
            <w:pPr>
              <w:jc w:val="center"/>
            </w:pPr>
            <w:r>
              <w:t>Basic description</w:t>
            </w:r>
          </w:p>
        </w:tc>
        <w:tc>
          <w:tcPr>
            <w:tcW w:w="2652" w:type="dxa"/>
            <w:vAlign w:val="center"/>
          </w:tcPr>
          <w:p w:rsidR="002832CC" w:rsidRDefault="002832CC" w:rsidP="002832CC">
            <w:pPr>
              <w:jc w:val="center"/>
            </w:pPr>
            <w:r>
              <w:t>We were not successful because…</w:t>
            </w:r>
          </w:p>
        </w:tc>
        <w:tc>
          <w:tcPr>
            <w:tcW w:w="2652" w:type="dxa"/>
            <w:vAlign w:val="center"/>
          </w:tcPr>
          <w:p w:rsidR="002832CC" w:rsidRDefault="002832CC" w:rsidP="002832CC">
            <w:pPr>
              <w:jc w:val="center"/>
            </w:pPr>
            <w:r>
              <w:t>My contribution was…</w:t>
            </w:r>
          </w:p>
        </w:tc>
      </w:tr>
      <w:tr w:rsidR="002832CC" w:rsidTr="001F09B1">
        <w:trPr>
          <w:trHeight w:val="1494"/>
        </w:trPr>
        <w:tc>
          <w:tcPr>
            <w:tcW w:w="2542" w:type="dxa"/>
            <w:vAlign w:val="center"/>
          </w:tcPr>
          <w:p w:rsidR="002832CC" w:rsidRDefault="002832CC" w:rsidP="00BB1518"/>
        </w:tc>
        <w:tc>
          <w:tcPr>
            <w:tcW w:w="2652" w:type="dxa"/>
            <w:vAlign w:val="center"/>
          </w:tcPr>
          <w:p w:rsidR="002832CC" w:rsidRDefault="002832CC" w:rsidP="00BB1518"/>
        </w:tc>
        <w:tc>
          <w:tcPr>
            <w:tcW w:w="2652" w:type="dxa"/>
            <w:vAlign w:val="center"/>
          </w:tcPr>
          <w:p w:rsidR="002832CC" w:rsidRDefault="002832CC" w:rsidP="00BB1518"/>
        </w:tc>
        <w:tc>
          <w:tcPr>
            <w:tcW w:w="2652" w:type="dxa"/>
            <w:vAlign w:val="center"/>
          </w:tcPr>
          <w:p w:rsidR="002832CC" w:rsidRDefault="002832CC" w:rsidP="00BB1518"/>
        </w:tc>
      </w:tr>
      <w:tr w:rsidR="002832CC" w:rsidTr="001F09B1">
        <w:trPr>
          <w:trHeight w:val="1416"/>
        </w:trPr>
        <w:tc>
          <w:tcPr>
            <w:tcW w:w="2542" w:type="dxa"/>
            <w:vAlign w:val="center"/>
          </w:tcPr>
          <w:p w:rsidR="002832CC" w:rsidRDefault="002832CC" w:rsidP="00BB1518"/>
        </w:tc>
        <w:tc>
          <w:tcPr>
            <w:tcW w:w="2652" w:type="dxa"/>
            <w:vAlign w:val="center"/>
          </w:tcPr>
          <w:p w:rsidR="002832CC" w:rsidRDefault="002832CC" w:rsidP="00BB1518"/>
        </w:tc>
        <w:tc>
          <w:tcPr>
            <w:tcW w:w="2652" w:type="dxa"/>
            <w:vAlign w:val="center"/>
          </w:tcPr>
          <w:p w:rsidR="002832CC" w:rsidRDefault="002832CC" w:rsidP="00BB1518"/>
        </w:tc>
        <w:tc>
          <w:tcPr>
            <w:tcW w:w="2652" w:type="dxa"/>
            <w:vAlign w:val="center"/>
          </w:tcPr>
          <w:p w:rsidR="002832CC" w:rsidRDefault="002832CC" w:rsidP="00BB1518"/>
        </w:tc>
      </w:tr>
    </w:tbl>
    <w:p w:rsidR="000F4E0C" w:rsidRDefault="000F4E0C"/>
    <w:p w:rsidR="002832CC" w:rsidRDefault="00BB1518" w:rsidP="000F4E0C">
      <w:pPr>
        <w:shd w:val="clear" w:color="auto" w:fill="000000" w:themeFill="text1"/>
      </w:pPr>
      <w:r>
        <w:t xml:space="preserve">Overall assessment of my current </w:t>
      </w:r>
      <w:proofErr w:type="spellStart"/>
      <w:r>
        <w:t>teamworking</w:t>
      </w:r>
      <w:proofErr w:type="spellEnd"/>
      <w:r>
        <w:t xml:space="preserve"> skills</w:t>
      </w:r>
      <w:r w:rsidR="000F4E0C">
        <w:t xml:space="preserve"> (1=best and 10=worst)</w:t>
      </w:r>
      <w:r>
        <w:t xml:space="preserve">: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482"/>
      </w:tblGrid>
      <w:tr w:rsidR="00BB1518" w:rsidTr="001F09B1">
        <w:trPr>
          <w:trHeight w:val="330"/>
        </w:trPr>
        <w:tc>
          <w:tcPr>
            <w:tcW w:w="10482" w:type="dxa"/>
          </w:tcPr>
          <w:p w:rsidR="00BB1518" w:rsidRDefault="00BB1518" w:rsidP="00BB1518">
            <w:pPr>
              <w:jc w:val="center"/>
            </w:pPr>
            <w:r>
              <w:t>1</w:t>
            </w:r>
            <w:r>
              <w:tab/>
              <w:t>2</w:t>
            </w:r>
            <w:r>
              <w:tab/>
              <w:t>3</w:t>
            </w:r>
            <w:r>
              <w:tab/>
              <w:t>4</w:t>
            </w:r>
            <w:r>
              <w:tab/>
              <w:t>5</w:t>
            </w:r>
            <w:r>
              <w:tab/>
              <w:t>6</w:t>
            </w:r>
            <w:r>
              <w:tab/>
              <w:t>7</w:t>
            </w:r>
            <w:r>
              <w:tab/>
              <w:t>8</w:t>
            </w:r>
            <w:r>
              <w:tab/>
              <w:t>9</w:t>
            </w:r>
            <w:r>
              <w:tab/>
              <w:t>10</w:t>
            </w:r>
          </w:p>
        </w:tc>
      </w:tr>
      <w:tr w:rsidR="00BB1518" w:rsidTr="002F521F">
        <w:trPr>
          <w:trHeight w:val="877"/>
        </w:trPr>
        <w:tc>
          <w:tcPr>
            <w:tcW w:w="10482" w:type="dxa"/>
          </w:tcPr>
          <w:p w:rsidR="00BB1518" w:rsidRDefault="002F521F">
            <w:r>
              <w:t xml:space="preserve">Before the human knot task: </w:t>
            </w:r>
          </w:p>
        </w:tc>
      </w:tr>
      <w:tr w:rsidR="002F521F" w:rsidTr="002F521F">
        <w:trPr>
          <w:trHeight w:val="422"/>
        </w:trPr>
        <w:tc>
          <w:tcPr>
            <w:tcW w:w="10482" w:type="dxa"/>
          </w:tcPr>
          <w:p w:rsidR="002F521F" w:rsidRDefault="002F521F" w:rsidP="002F521F">
            <w:pPr>
              <w:jc w:val="center"/>
            </w:pPr>
            <w:r>
              <w:t>1</w:t>
            </w:r>
            <w:r>
              <w:tab/>
              <w:t>2</w:t>
            </w:r>
            <w:r>
              <w:tab/>
              <w:t>3</w:t>
            </w:r>
            <w:r>
              <w:tab/>
              <w:t>4</w:t>
            </w:r>
            <w:r>
              <w:tab/>
              <w:t>5</w:t>
            </w:r>
            <w:r>
              <w:tab/>
              <w:t>6</w:t>
            </w:r>
            <w:r>
              <w:tab/>
              <w:t>7</w:t>
            </w:r>
            <w:r>
              <w:tab/>
              <w:t>8</w:t>
            </w:r>
            <w:r>
              <w:tab/>
              <w:t>9</w:t>
            </w:r>
            <w:r>
              <w:tab/>
              <w:t>10</w:t>
            </w:r>
          </w:p>
        </w:tc>
      </w:tr>
      <w:tr w:rsidR="002F521F" w:rsidTr="002F521F">
        <w:trPr>
          <w:trHeight w:val="877"/>
        </w:trPr>
        <w:tc>
          <w:tcPr>
            <w:tcW w:w="10482" w:type="dxa"/>
          </w:tcPr>
          <w:p w:rsidR="002F521F" w:rsidRDefault="002F521F">
            <w:r>
              <w:t xml:space="preserve">After the human knot task: </w:t>
            </w:r>
            <w:bookmarkStart w:id="0" w:name="_GoBack"/>
            <w:bookmarkEnd w:id="0"/>
          </w:p>
        </w:tc>
      </w:tr>
    </w:tbl>
    <w:p w:rsidR="00BB1518" w:rsidRDefault="00BB1518"/>
    <w:sectPr w:rsidR="00BB1518" w:rsidSect="001F09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C"/>
    <w:rsid w:val="000F4E0C"/>
    <w:rsid w:val="001F09B1"/>
    <w:rsid w:val="002832CC"/>
    <w:rsid w:val="002F521F"/>
    <w:rsid w:val="00370853"/>
    <w:rsid w:val="007061E6"/>
    <w:rsid w:val="009C1174"/>
    <w:rsid w:val="00BB1518"/>
    <w:rsid w:val="00C21785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7B138CDA</Template>
  <TotalTime>87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4</cp:revision>
  <dcterms:created xsi:type="dcterms:W3CDTF">2017-04-21T14:41:00Z</dcterms:created>
  <dcterms:modified xsi:type="dcterms:W3CDTF">2018-01-11T16:09:00Z</dcterms:modified>
</cp:coreProperties>
</file>